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40AE6EDC" w14:textId="77777777" w:rsidR="00821A4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57794F75" w14:textId="77777777" w:rsidR="00821A41" w:rsidRPr="00821A41" w:rsidRDefault="0031280B" w:rsidP="00B87D91">
      <w:pPr>
        <w:rPr>
          <w:b/>
          <w:color w:val="FF5200" w:themeColor="accent2"/>
          <w:sz w:val="36"/>
          <w:szCs w:val="36"/>
          <w:u w:val="single"/>
        </w:rPr>
      </w:pPr>
      <w:r w:rsidRPr="00821A41">
        <w:rPr>
          <w:b/>
          <w:color w:val="FF5200" w:themeColor="accent2"/>
          <w:sz w:val="36"/>
          <w:szCs w:val="36"/>
          <w:u w:val="single"/>
        </w:rPr>
        <w:t>„</w:t>
      </w:r>
      <w:r w:rsidR="00821A41" w:rsidRPr="00821A41">
        <w:rPr>
          <w:rFonts w:ascii="Verdana" w:eastAsia="Verdana" w:hAnsi="Verdana" w:cs="Verdana"/>
          <w:b/>
          <w:color w:val="FF5200" w:themeColor="accent2"/>
          <w:sz w:val="36"/>
          <w:szCs w:val="36"/>
          <w:u w:val="single"/>
        </w:rPr>
        <w:t>Poskytnutí subskripce a technická podpora základního SW pro IS lokalizace infrastrukturních objektů Správy železnic</w:t>
      </w:r>
      <w:r w:rsidRPr="00821A41">
        <w:rPr>
          <w:b/>
          <w:color w:val="FF5200" w:themeColor="accent2"/>
          <w:sz w:val="36"/>
          <w:szCs w:val="36"/>
          <w:u w:val="single"/>
        </w:rPr>
        <w:t>“</w:t>
      </w:r>
      <w:r w:rsidR="000128D4" w:rsidRPr="00821A41">
        <w:rPr>
          <w:b/>
          <w:color w:val="FF5200" w:themeColor="accent2"/>
          <w:sz w:val="36"/>
          <w:szCs w:val="36"/>
          <w:u w:val="single"/>
        </w:rPr>
        <w:t xml:space="preserve"> </w:t>
      </w:r>
    </w:p>
    <w:p w14:paraId="523FE11F" w14:textId="5622E158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vedené pod </w:t>
      </w:r>
      <w:r w:rsidRPr="00821A4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3A71A3">
        <w:rPr>
          <w:b/>
          <w:color w:val="FF5200" w:themeColor="accent2"/>
          <w:sz w:val="36"/>
          <w:szCs w:val="36"/>
        </w:rPr>
        <w:t>22386</w:t>
      </w:r>
      <w:r w:rsidR="00821A41" w:rsidRPr="00821A41">
        <w:rPr>
          <w:b/>
          <w:color w:val="FF5200" w:themeColor="accent2"/>
          <w:sz w:val="36"/>
          <w:szCs w:val="36"/>
        </w:rPr>
        <w:t>/2022-SŽ-GŘ-O8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C94D176" w14:textId="77777777" w:rsidR="00470E3C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04347017" w14:textId="6E09D620" w:rsidR="00470E3C" w:rsidRDefault="00470E3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8749166" w:history="1">
            <w:r w:rsidRPr="00DB45A4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B45A4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_Toc98749166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BCDC1F" w14:textId="73C3707B" w:rsidR="00470E3C" w:rsidRDefault="00470E3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8749167" w:history="1">
            <w:r w:rsidRPr="00DB45A4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B45A4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_Toc98749167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55932F" w14:textId="4996134A" w:rsidR="00470E3C" w:rsidRDefault="00470E3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8749168" w:history="1">
            <w:r w:rsidRPr="00DB45A4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B45A4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_Toc98749168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FC70ED" w14:textId="17424C72" w:rsidR="00470E3C" w:rsidRDefault="00470E3C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8749169" w:history="1">
            <w:r w:rsidRPr="00DB45A4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B45A4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_Toc98749169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98749166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07DF6949" w:rsidR="00A93A74" w:rsidRDefault="00A93A74" w:rsidP="008B1A2C">
      <w:r w:rsidRPr="00821A41">
        <w:t xml:space="preserve">Účastník prohlašuje, že veškeré údaje uvedené v tomto krycím listu, který je přílohou č. </w:t>
      </w:r>
      <w:r w:rsidR="00B87D91" w:rsidRPr="00821A41">
        <w:t xml:space="preserve">1 </w:t>
      </w:r>
      <w:r w:rsidRPr="00821A41">
        <w:t>Výzvy k podání nabíd</w:t>
      </w:r>
      <w:r w:rsidR="004C76E9" w:rsidRPr="00821A41">
        <w:t>ky</w:t>
      </w:r>
      <w:r w:rsidRPr="00821A41">
        <w:t xml:space="preserve"> na veřejnou zakázku zadávanou</w:t>
      </w:r>
      <w:r w:rsidR="004C76E9" w:rsidRPr="00821A41">
        <w:t xml:space="preserve"> jako </w:t>
      </w:r>
      <w:r w:rsidR="000128D4" w:rsidRPr="00821A41">
        <w:rPr>
          <w:rFonts w:eastAsia="Times New Roman" w:cs="Times New Roman"/>
          <w:lang w:eastAsia="cs-CZ"/>
        </w:rPr>
        <w:t>podlimitní sektorovou veřejnou zakázku</w:t>
      </w:r>
      <w:r w:rsidRPr="00821A41">
        <w:t>, jsou pravdivé</w:t>
      </w:r>
      <w:r w:rsidR="009771C9" w:rsidRPr="00821A41">
        <w:t>, úplné a odpovídají skutečnosti</w:t>
      </w:r>
      <w:r w:rsidRPr="00821A41">
        <w:t xml:space="preserve">. Účastník si je vědom důsledků záměrného uvedení nepravdivých údajů, které v rovině tohoto zadávacího řízení </w:t>
      </w:r>
      <w:r w:rsidR="009771C9" w:rsidRPr="00821A41">
        <w:t>mohou vést až k</w:t>
      </w:r>
      <w:r w:rsidRPr="00821A41"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26736483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821A41">
        <w:t xml:space="preserve"> </w:t>
      </w:r>
      <w:r w:rsidR="00821A41" w:rsidRPr="00821A41">
        <w:rPr>
          <w:highlight w:val="green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8F56F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8F56FB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98749167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98749168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98749169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40903399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</w:t>
      </w:r>
      <w:r w:rsidR="00E85D44" w:rsidRPr="00821A41">
        <w:rPr>
          <w:rFonts w:eastAsia="Times New Roman" w:cs="Times New Roman"/>
          <w:lang w:eastAsia="cs-CZ"/>
        </w:rPr>
        <w:t xml:space="preserve">alespoň </w:t>
      </w:r>
      <w:r w:rsidR="00821A41" w:rsidRPr="00821A41">
        <w:rPr>
          <w:rFonts w:eastAsia="Times New Roman" w:cs="Times New Roman"/>
          <w:lang w:eastAsia="cs-CZ"/>
        </w:rPr>
        <w:t>1</w:t>
      </w:r>
      <w:r w:rsidR="00E85D44" w:rsidRPr="00821A41">
        <w:rPr>
          <w:rFonts w:eastAsia="Times New Roman" w:cs="Times New Roman"/>
          <w:lang w:eastAsia="cs-CZ"/>
        </w:rPr>
        <w:t xml:space="preserve"> významn</w:t>
      </w:r>
      <w:r w:rsidR="00821A41" w:rsidRPr="00821A41">
        <w:rPr>
          <w:rFonts w:eastAsia="Times New Roman" w:cs="Times New Roman"/>
          <w:lang w:eastAsia="cs-CZ"/>
        </w:rPr>
        <w:t>ou</w:t>
      </w:r>
      <w:r w:rsidR="00E85D44" w:rsidRPr="00821A41">
        <w:rPr>
          <w:rFonts w:eastAsia="Times New Roman" w:cs="Times New Roman"/>
          <w:lang w:eastAsia="cs-CZ"/>
        </w:rPr>
        <w:t xml:space="preserve"> služ</w:t>
      </w:r>
      <w:r w:rsidR="00821A41" w:rsidRPr="00821A41">
        <w:rPr>
          <w:rFonts w:eastAsia="Times New Roman" w:cs="Times New Roman"/>
          <w:lang w:eastAsia="cs-CZ"/>
        </w:rPr>
        <w:t>bu</w:t>
      </w:r>
      <w:r w:rsidR="00E85D44">
        <w:rPr>
          <w:rFonts w:eastAsia="Times New Roman" w:cs="Times New Roman"/>
          <w:lang w:eastAsia="cs-CZ"/>
        </w:rPr>
        <w:t xml:space="preserve"> definovan</w:t>
      </w:r>
      <w:r w:rsidR="00821A41">
        <w:rPr>
          <w:rFonts w:eastAsia="Times New Roman" w:cs="Times New Roman"/>
          <w:lang w:eastAsia="cs-CZ"/>
        </w:rPr>
        <w:t>ou</w:t>
      </w:r>
      <w:r w:rsidR="00E85D44">
        <w:rPr>
          <w:rFonts w:eastAsia="Times New Roman" w:cs="Times New Roman"/>
          <w:lang w:eastAsia="cs-CZ"/>
        </w:rPr>
        <w:t xml:space="preserve"> v čl. </w:t>
      </w:r>
      <w:r w:rsidR="00821A41">
        <w:rPr>
          <w:rFonts w:eastAsia="Times New Roman" w:cs="Times New Roman"/>
          <w:lang w:eastAsia="cs-CZ"/>
        </w:rPr>
        <w:t>7.5.1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 xml:space="preserve">ýzvy k podání nabídky hodnotě </w:t>
      </w:r>
      <w:r w:rsidR="00821A41">
        <w:rPr>
          <w:rFonts w:eastAsia="Times New Roman" w:cs="Times New Roman"/>
          <w:lang w:eastAsia="cs-CZ"/>
        </w:rPr>
        <w:t>2.000.000,-</w:t>
      </w:r>
      <w:r w:rsidR="00E85D44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04A0E77E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18586BC3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4B006957" w:rsidR="00E85D44" w:rsidRDefault="00E85D44" w:rsidP="00821A41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821A4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54E60EC" w14:textId="77777777" w:rsidR="00821A41" w:rsidRDefault="00821A41" w:rsidP="00A93A74">
      <w:pPr>
        <w:rPr>
          <w:rFonts w:eastAsia="Times New Roman" w:cs="Times New Roman"/>
          <w:lang w:eastAsia="cs-CZ"/>
        </w:rPr>
      </w:pPr>
    </w:p>
    <w:p w14:paraId="28D75D30" w14:textId="77777777" w:rsidR="00821A41" w:rsidRDefault="00821A41" w:rsidP="00A93A74">
      <w:pPr>
        <w:rPr>
          <w:rFonts w:eastAsia="Times New Roman" w:cs="Times New Roman"/>
          <w:lang w:eastAsia="cs-CZ"/>
        </w:rPr>
      </w:pPr>
    </w:p>
    <w:p w14:paraId="75C39077" w14:textId="77777777" w:rsidR="00821A41" w:rsidRDefault="00821A41" w:rsidP="00A93A74">
      <w:pPr>
        <w:rPr>
          <w:rFonts w:eastAsia="Times New Roman" w:cs="Times New Roman"/>
          <w:lang w:eastAsia="cs-CZ"/>
        </w:rPr>
      </w:pPr>
    </w:p>
    <w:p w14:paraId="3C25E67F" w14:textId="77777777" w:rsidR="00821A41" w:rsidRDefault="00821A41" w:rsidP="00A93A74">
      <w:pPr>
        <w:rPr>
          <w:rFonts w:eastAsia="Times New Roman" w:cs="Times New Roman"/>
          <w:lang w:eastAsia="cs-CZ"/>
        </w:rPr>
      </w:pPr>
    </w:p>
    <w:p w14:paraId="61D6CCFD" w14:textId="4402D804" w:rsidR="00A93A74" w:rsidRPr="00821A41" w:rsidRDefault="00A93A74" w:rsidP="00A93A74">
      <w:pPr>
        <w:rPr>
          <w:rFonts w:eastAsia="Times New Roman" w:cs="Times New Roman"/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66BE7" w14:textId="77777777" w:rsidR="008F56FB" w:rsidRDefault="008F56FB" w:rsidP="00962258">
      <w:pPr>
        <w:spacing w:after="0" w:line="240" w:lineRule="auto"/>
      </w:pPr>
      <w:r>
        <w:separator/>
      </w:r>
    </w:p>
  </w:endnote>
  <w:endnote w:type="continuationSeparator" w:id="0">
    <w:p w14:paraId="5F045918" w14:textId="77777777" w:rsidR="008F56FB" w:rsidRDefault="008F56F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CDF5FD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0E3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0E3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89BFD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E93B6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BD5693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0E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0E3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750FD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F14C8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07CD768B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0E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0E3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CB1305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2D348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1B03C" w14:textId="77777777" w:rsidR="008F56FB" w:rsidRDefault="008F56FB" w:rsidP="00962258">
      <w:pPr>
        <w:spacing w:after="0" w:line="240" w:lineRule="auto"/>
      </w:pPr>
      <w:r>
        <w:separator/>
      </w:r>
    </w:p>
  </w:footnote>
  <w:footnote w:type="continuationSeparator" w:id="0">
    <w:p w14:paraId="401EA5C4" w14:textId="77777777" w:rsidR="008F56FB" w:rsidRDefault="008F56FB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2EEC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035B"/>
    <w:rsid w:val="0036634F"/>
    <w:rsid w:val="003956C6"/>
    <w:rsid w:val="003A71A3"/>
    <w:rsid w:val="003B596F"/>
    <w:rsid w:val="00441430"/>
    <w:rsid w:val="00450F07"/>
    <w:rsid w:val="00453CD3"/>
    <w:rsid w:val="00460660"/>
    <w:rsid w:val="00470E3C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43753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21A41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56FB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3F87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676B9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2390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0241BA8A-3592-463B-A88F-81D27B02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72249A-DCD0-47E8-9BD2-0EB6B6412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66</TotalTime>
  <Pages>5</Pages>
  <Words>635</Words>
  <Characters>3749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20</cp:revision>
  <cp:lastPrinted>2017-11-28T17:18:00Z</cp:lastPrinted>
  <dcterms:created xsi:type="dcterms:W3CDTF">2020-06-29T15:29:00Z</dcterms:created>
  <dcterms:modified xsi:type="dcterms:W3CDTF">2022-03-21T08:59:00Z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